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454C34" w:rsidP="00773FD9">
            <w:pPr>
              <w:pStyle w:val="StylNadpis1nenVechnavelk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454C34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Transformace služeb pro osoby se zdravotním postižením – </w:t>
            </w:r>
            <w:r w:rsidR="00B000FA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procesní </w:t>
            </w:r>
            <w:r w:rsidR="00DA276A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audity</w:t>
            </w:r>
            <w:r w:rsidR="00284FE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 II</w:t>
            </w:r>
            <w:bookmarkStart w:id="0" w:name="_GoBack"/>
            <w:bookmarkEnd w:id="0"/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4E5545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č. </w:t>
      </w:r>
      <w:r w:rsidR="00454C34">
        <w:rPr>
          <w:rFonts w:asciiTheme="minorHAnsi" w:hAnsiTheme="minorHAnsi" w:cs="Arial"/>
          <w:color w:val="000000" w:themeColor="text1"/>
          <w:sz w:val="22"/>
          <w:szCs w:val="22"/>
        </w:rPr>
        <w:t>2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454C34" w:rsidRDefault="00E93A37" w:rsidP="00E93A37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454C34">
      <w:rPr>
        <w:rFonts w:asciiTheme="minorHAnsi" w:hAnsiTheme="minorHAnsi" w:cstheme="minorHAnsi"/>
        <w:sz w:val="22"/>
        <w:szCs w:val="22"/>
      </w:rPr>
      <w:t xml:space="preserve">Příloha č. </w:t>
    </w:r>
    <w:r w:rsidR="00773FD9">
      <w:rPr>
        <w:rFonts w:asciiTheme="minorHAnsi" w:hAnsiTheme="minorHAnsi" w:cstheme="minorHAnsi"/>
        <w:sz w:val="22"/>
        <w:szCs w:val="22"/>
      </w:rPr>
      <w:t>4</w:t>
    </w:r>
    <w:r w:rsidR="00454C34" w:rsidRPr="00454C34">
      <w:rPr>
        <w:rFonts w:asciiTheme="minorHAnsi" w:hAnsiTheme="minorHAnsi" w:cstheme="minorHAnsi"/>
        <w:sz w:val="22"/>
        <w:szCs w:val="22"/>
      </w:rPr>
      <w:t xml:space="preserve"> 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421D73A8" wp14:editId="7EEAD9E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84FEF"/>
    <w:rsid w:val="00291608"/>
    <w:rsid w:val="00296467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73FD9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00FA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818CDBE"/>
  <w14:defaultImageDpi w14:val="0"/>
  <w15:docId w15:val="{80A78FF8-8E39-4329-9339-EB2CC250F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1</Pages>
  <Words>119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3</cp:revision>
  <cp:lastPrinted>2008-06-11T14:40:00Z</cp:lastPrinted>
  <dcterms:created xsi:type="dcterms:W3CDTF">2018-04-17T08:36:00Z</dcterms:created>
  <dcterms:modified xsi:type="dcterms:W3CDTF">2018-09-04T08:21:00Z</dcterms:modified>
</cp:coreProperties>
</file>